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Wzór umowy powierzenia przetwarzania danych osobowych.docx</dmsv2BaseFileName>
    <dmsv2BaseDisplayName xmlns="http://schemas.microsoft.com/sharepoint/v3">Załącznik nr 7 - Wzór umowy powierzenia przetwarzania danych osobowych</dmsv2BaseDisplayName>
    <dmsv2SWPP2ObjectNumber xmlns="http://schemas.microsoft.com/sharepoint/v3">POST/DYS/OR/GZ/00158/2026                         </dmsv2SWPP2ObjectNumber>
    <dmsv2SWPP2SumMD5 xmlns="http://schemas.microsoft.com/sharepoint/v3">3c94df2713f15fdb37e9822ec0823c8b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24184262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JEUP5JKVCYQC-1398355148-8995</_dlc_DocId>
    <_dlc_DocIdUrl xmlns="a19cb1c7-c5c7-46d4-85ae-d83685407bba">
      <Url>https://swpp2.dms.gkpge.pl/sites/41/_layouts/15/DocIdRedir.aspx?ID=JEUP5JKVCYQC-1398355148-8995</Url>
      <Description>JEUP5JKVCYQC-1398355148-8995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E9AB3F9-5F80-46B8-949C-AE2244E19D3F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AEF23F1-F382-41F5-A612-69A43D78CAF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0875c8f8-666f-474a-99f1-500f74bd393d</vt:lpwstr>
  </property>
</Properties>
</file>